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ECA" w:rsidRDefault="00C33ECA" w:rsidP="00C33ECA">
      <w:r>
        <w:br w:type="page"/>
      </w:r>
      <w:r>
        <w:lastRenderedPageBreak/>
        <w:t xml:space="preserve">GAMS </w:t>
      </w:r>
      <w:proofErr w:type="gramStart"/>
      <w:r>
        <w:t>24.1.3  r41464</w:t>
      </w:r>
      <w:proofErr w:type="gramEnd"/>
      <w:r>
        <w:t xml:space="preserve"> Released Jul 26, 2013 WEX-WEI x86_64/MS Windows 01/19/16 16:05:21 Page 1</w:t>
      </w:r>
    </w:p>
    <w:p w:rsidR="00C33ECA" w:rsidRDefault="00C33ECA" w:rsidP="00C33ECA">
      <w:r>
        <w:t xml:space="preserve">G e n e r a l   A l g e b r a </w:t>
      </w:r>
      <w:proofErr w:type="spellStart"/>
      <w:r>
        <w:t>i</w:t>
      </w:r>
      <w:proofErr w:type="spellEnd"/>
      <w:r>
        <w:t xml:space="preserve"> c   M o d e l </w:t>
      </w:r>
      <w:proofErr w:type="spellStart"/>
      <w:r>
        <w:t>i</w:t>
      </w:r>
      <w:proofErr w:type="spellEnd"/>
      <w:r>
        <w:t xml:space="preserve"> n g   S y s t e m</w:t>
      </w:r>
    </w:p>
    <w:p w:rsidR="00C33ECA" w:rsidRDefault="00C33ECA" w:rsidP="00C33ECA">
      <w:r>
        <w:t xml:space="preserve">C o m p </w:t>
      </w:r>
      <w:proofErr w:type="spellStart"/>
      <w:r>
        <w:t>i</w:t>
      </w:r>
      <w:proofErr w:type="spellEnd"/>
      <w:r>
        <w:t xml:space="preserve"> l a t </w:t>
      </w:r>
      <w:proofErr w:type="spellStart"/>
      <w:r>
        <w:t>i</w:t>
      </w:r>
      <w:proofErr w:type="spellEnd"/>
      <w:r>
        <w:t xml:space="preserve"> o n</w:t>
      </w:r>
    </w:p>
    <w:p w:rsidR="00C33ECA" w:rsidRDefault="00C33ECA" w:rsidP="00C33ECA"/>
    <w:p w:rsidR="00C33ECA" w:rsidRDefault="00C33ECA" w:rsidP="00C33ECA"/>
    <w:p w:rsidR="00C33ECA" w:rsidRDefault="00C33ECA" w:rsidP="00C33ECA">
      <w:r>
        <w:t xml:space="preserve">      The code solves the problem for a single TMDL (not the whole range) to get</w:t>
      </w:r>
    </w:p>
    <w:p w:rsidR="00C33ECA" w:rsidRDefault="00C33ECA" w:rsidP="00C33ECA">
      <w:r>
        <w:t xml:space="preserve">       </w:t>
      </w:r>
      <w:proofErr w:type="gramStart"/>
      <w:r>
        <w:t>the</w:t>
      </w:r>
      <w:proofErr w:type="gramEnd"/>
    </w:p>
    <w:p w:rsidR="00C33ECA" w:rsidRDefault="00C33ECA" w:rsidP="00C33ECA">
      <w:r>
        <w:t xml:space="preserve">      </w:t>
      </w:r>
      <w:proofErr w:type="gramStart"/>
      <w:r>
        <w:t>detail</w:t>
      </w:r>
      <w:proofErr w:type="gramEnd"/>
      <w:r>
        <w:t xml:space="preserve"> data on each problem solution.</w:t>
      </w:r>
    </w:p>
    <w:p w:rsidR="00C33ECA" w:rsidRDefault="00C33ECA" w:rsidP="00C33ECA">
      <w:r>
        <w:t xml:space="preserve">       </w:t>
      </w:r>
    </w:p>
    <w:p w:rsidR="00C33ECA" w:rsidRDefault="00C33ECA" w:rsidP="00C33ECA">
      <w:r>
        <w:t xml:space="preserve">      The code solves </w:t>
      </w:r>
      <w:proofErr w:type="spellStart"/>
      <w:proofErr w:type="gramStart"/>
      <w:r>
        <w:t>te</w:t>
      </w:r>
      <w:proofErr w:type="spellEnd"/>
      <w:proofErr w:type="gramEnd"/>
      <w:r>
        <w:t xml:space="preserve"> deterministic trading problem for Mercury.</w:t>
      </w:r>
    </w:p>
    <w:p w:rsidR="00C33ECA" w:rsidRDefault="00C33ECA" w:rsidP="00C33ECA">
      <w:r>
        <w:t xml:space="preserve">      The choice is between a set of possible treatment options and the option o</w:t>
      </w:r>
    </w:p>
    <w:p w:rsidR="00C33ECA" w:rsidRDefault="00C33ECA" w:rsidP="00C33ECA">
      <w:r>
        <w:t xml:space="preserve">      </w:t>
      </w:r>
      <w:proofErr w:type="gramStart"/>
      <w:r>
        <w:t>f</w:t>
      </w:r>
      <w:proofErr w:type="gramEnd"/>
    </w:p>
    <w:p w:rsidR="00C33ECA" w:rsidRDefault="00C33ECA" w:rsidP="00C33ECA">
      <w:r>
        <w:t xml:space="preserve">      </w:t>
      </w:r>
      <w:proofErr w:type="gramStart"/>
      <w:r>
        <w:t>trading</w:t>
      </w:r>
      <w:proofErr w:type="gramEnd"/>
      <w:r>
        <w:t>.</w:t>
      </w:r>
    </w:p>
    <w:p w:rsidR="00C33ECA" w:rsidRDefault="00C33ECA" w:rsidP="00C33ECA">
      <w:r>
        <w:t xml:space="preserve">      The details of the three </w:t>
      </w:r>
      <w:proofErr w:type="spellStart"/>
      <w:r>
        <w:t>treatement</w:t>
      </w:r>
      <w:proofErr w:type="spellEnd"/>
      <w:r>
        <w:t xml:space="preserve"> technologies are:</w:t>
      </w:r>
    </w:p>
    <w:p w:rsidR="00C33ECA" w:rsidRDefault="00C33ECA" w:rsidP="00C33ECA">
      <w:r>
        <w:t xml:space="preserve">      1. Coagulation and </w:t>
      </w:r>
      <w:proofErr w:type="spellStart"/>
      <w:r>
        <w:t>Filteration</w:t>
      </w:r>
      <w:proofErr w:type="spellEnd"/>
    </w:p>
    <w:p w:rsidR="00C33ECA" w:rsidRDefault="00C33ECA" w:rsidP="00C33ECA">
      <w:r>
        <w:t xml:space="preserve">      2. Activated Carbon</w:t>
      </w:r>
    </w:p>
    <w:p w:rsidR="00C33ECA" w:rsidRDefault="00C33ECA" w:rsidP="00C33ECA">
      <w:r>
        <w:t xml:space="preserve">      3. Ion Exchange</w:t>
      </w:r>
    </w:p>
    <w:p w:rsidR="00C33ECA" w:rsidRDefault="00C33ECA" w:rsidP="00C33ECA">
      <w:r>
        <w:t xml:space="preserve">       </w:t>
      </w:r>
    </w:p>
    <w:p w:rsidR="00C33ECA" w:rsidRDefault="00C33ECA" w:rsidP="00C33ECA">
      <w:r>
        <w:t xml:space="preserve">      The code takes the value of TMDL and does the rest of the calculations </w:t>
      </w:r>
      <w:proofErr w:type="spellStart"/>
      <w:r>
        <w:t>aut</w:t>
      </w:r>
      <w:proofErr w:type="spellEnd"/>
    </w:p>
    <w:p w:rsidR="00C33ECA" w:rsidRDefault="00C33ECA" w:rsidP="00C33ECA">
      <w:r>
        <w:t xml:space="preserve">      </w:t>
      </w:r>
      <w:proofErr w:type="spellStart"/>
      <w:proofErr w:type="gramStart"/>
      <w:r>
        <w:t>omatically</w:t>
      </w:r>
      <w:proofErr w:type="spellEnd"/>
      <w:proofErr w:type="gramEnd"/>
      <w:r>
        <w:t>.</w:t>
      </w:r>
    </w:p>
    <w:p w:rsidR="00C33ECA" w:rsidRDefault="00C33ECA" w:rsidP="00C33ECA">
      <w:r>
        <w:t xml:space="preserve">      This will be used to see the variations of the results with TMDL changes.</w:t>
      </w:r>
    </w:p>
    <w:p w:rsidR="00C33ECA" w:rsidRDefault="00C33ECA" w:rsidP="00C33ECA">
      <w:r>
        <w:t xml:space="preserve">       </w:t>
      </w:r>
    </w:p>
    <w:p w:rsidR="00C33ECA" w:rsidRDefault="00C33ECA" w:rsidP="00C33ECA">
      <w:r>
        <w:t xml:space="preserve">      The code also considers the health cost for the humans. So an increased TM</w:t>
      </w:r>
    </w:p>
    <w:p w:rsidR="00C33ECA" w:rsidRDefault="00C33ECA" w:rsidP="00C33ECA">
      <w:r>
        <w:t xml:space="preserve">      DL</w:t>
      </w:r>
    </w:p>
    <w:p w:rsidR="00C33ECA" w:rsidRDefault="00C33ECA" w:rsidP="00C33ECA">
      <w:r>
        <w:t xml:space="preserve">      </w:t>
      </w:r>
      <w:proofErr w:type="gramStart"/>
      <w:r>
        <w:t>results</w:t>
      </w:r>
      <w:proofErr w:type="gramEnd"/>
      <w:r>
        <w:t xml:space="preserve"> in an increased value of the health. The health cost is derived </w:t>
      </w:r>
      <w:proofErr w:type="spellStart"/>
      <w:proofErr w:type="gramStart"/>
      <w:r>
        <w:t>fr</w:t>
      </w:r>
      <w:proofErr w:type="spellEnd"/>
      <w:proofErr w:type="gramEnd"/>
    </w:p>
    <w:p w:rsidR="00C33ECA" w:rsidRDefault="00C33ECA" w:rsidP="00C33ECA">
      <w:r>
        <w:lastRenderedPageBreak/>
        <w:t xml:space="preserve">      </w:t>
      </w:r>
      <w:proofErr w:type="gramStart"/>
      <w:r>
        <w:t>om</w:t>
      </w:r>
      <w:proofErr w:type="gramEnd"/>
      <w:r>
        <w:t xml:space="preserve"> the</w:t>
      </w:r>
    </w:p>
    <w:p w:rsidR="00C33ECA" w:rsidRDefault="00C33ECA" w:rsidP="00C33ECA">
      <w:r>
        <w:t xml:space="preserve">      WQS, the resulting conc. of Hg in fishes, the LC50 value for the aquatic l</w:t>
      </w:r>
    </w:p>
    <w:p w:rsidR="00C33ECA" w:rsidRDefault="00C33ECA" w:rsidP="00C33ECA">
      <w:r>
        <w:t xml:space="preserve">      </w:t>
      </w:r>
      <w:proofErr w:type="spellStart"/>
      <w:proofErr w:type="gramStart"/>
      <w:r>
        <w:t>ife</w:t>
      </w:r>
      <w:proofErr w:type="spellEnd"/>
      <w:proofErr w:type="gramEnd"/>
    </w:p>
    <w:p w:rsidR="00C33ECA" w:rsidRDefault="00C33ECA" w:rsidP="00C33ECA">
      <w:r>
        <w:t xml:space="preserve">      (</w:t>
      </w:r>
      <w:proofErr w:type="gramStart"/>
      <w:r>
        <w:t>assumed</w:t>
      </w:r>
      <w:proofErr w:type="gramEnd"/>
      <w:r>
        <w:t xml:space="preserve"> to be close to that of humans) and the dietary intake of fish by </w:t>
      </w:r>
    </w:p>
    <w:p w:rsidR="00C33ECA" w:rsidRDefault="00C33ECA" w:rsidP="00C33ECA">
      <w:r>
        <w:t xml:space="preserve">      </w:t>
      </w:r>
      <w:proofErr w:type="gramStart"/>
      <w:r>
        <w:t>humans</w:t>
      </w:r>
      <w:proofErr w:type="gramEnd"/>
      <w:r>
        <w:t>.</w:t>
      </w:r>
    </w:p>
    <w:p w:rsidR="00C33ECA" w:rsidRDefault="00C33ECA" w:rsidP="00C33ECA">
      <w:r>
        <w:t xml:space="preserve">  21   </w:t>
      </w:r>
    </w:p>
    <w:p w:rsidR="00C33ECA" w:rsidRDefault="00C33ECA" w:rsidP="00C33ECA"/>
    <w:p w:rsidR="00C33ECA" w:rsidRDefault="00C33ECA" w:rsidP="00C33ECA"/>
    <w:p w:rsidR="00C33ECA" w:rsidRDefault="00C33ECA" w:rsidP="00C33ECA">
      <w:r>
        <w:t xml:space="preserve">COMPILATION TIME     =        0.047 SECONDS      3 </w:t>
      </w:r>
      <w:proofErr w:type="gramStart"/>
      <w:r>
        <w:t>MB  24.1.3</w:t>
      </w:r>
      <w:proofErr w:type="gramEnd"/>
      <w:r>
        <w:t xml:space="preserve"> r41464 WEX-WEI</w:t>
      </w:r>
    </w:p>
    <w:p w:rsidR="00C33ECA" w:rsidRDefault="00C33ECA" w:rsidP="00C33ECA">
      <w:r>
        <w:br w:type="page"/>
      </w:r>
      <w:r>
        <w:lastRenderedPageBreak/>
        <w:t xml:space="preserve">GAMS </w:t>
      </w:r>
      <w:proofErr w:type="gramStart"/>
      <w:r>
        <w:t>24.1.3  r41464</w:t>
      </w:r>
      <w:proofErr w:type="gramEnd"/>
      <w:r>
        <w:t xml:space="preserve"> Released Jul 26, 2013 WEX-WEI x86_64/MS Windows 01/19/16 16:05:21 Page 2</w:t>
      </w:r>
    </w:p>
    <w:p w:rsidR="00C33ECA" w:rsidRDefault="00C33ECA" w:rsidP="00C33ECA">
      <w:r>
        <w:t xml:space="preserve">G e n e r a l   A l g e b r a </w:t>
      </w:r>
      <w:proofErr w:type="spellStart"/>
      <w:r>
        <w:t>i</w:t>
      </w:r>
      <w:proofErr w:type="spellEnd"/>
      <w:r>
        <w:t xml:space="preserve"> c   M o d e l </w:t>
      </w:r>
      <w:proofErr w:type="spellStart"/>
      <w:r>
        <w:t>i</w:t>
      </w:r>
      <w:proofErr w:type="spellEnd"/>
      <w:r>
        <w:t xml:space="preserve"> n g   S y s t e m</w:t>
      </w:r>
    </w:p>
    <w:p w:rsidR="00C33ECA" w:rsidRDefault="00C33ECA" w:rsidP="00C33ECA">
      <w:r>
        <w:t>Model Statistics    SOLVE problem Using MIP From line 132</w:t>
      </w:r>
    </w:p>
    <w:p w:rsidR="00C33ECA" w:rsidRDefault="00C33ECA" w:rsidP="00C33ECA"/>
    <w:p w:rsidR="00C33ECA" w:rsidRDefault="00C33ECA" w:rsidP="00C33ECA"/>
    <w:p w:rsidR="00C33ECA" w:rsidRDefault="00C33ECA" w:rsidP="00C33ECA">
      <w:r>
        <w:t>MODEL STATISTICS</w:t>
      </w:r>
    </w:p>
    <w:p w:rsidR="00C33ECA" w:rsidRDefault="00C33ECA" w:rsidP="00C33ECA"/>
    <w:p w:rsidR="00C33ECA" w:rsidRDefault="00C33ECA" w:rsidP="00C33ECA">
      <w:r>
        <w:t>BLOCKS OF EQUATIONS           3     SINGLE EQUATIONS           59</w:t>
      </w:r>
    </w:p>
    <w:p w:rsidR="00C33ECA" w:rsidRDefault="00C33ECA" w:rsidP="00C33ECA">
      <w:r>
        <w:t>BLOCKS OF VARIABLES           2     SINGLE VARIABLES           88</w:t>
      </w:r>
    </w:p>
    <w:p w:rsidR="00C33ECA" w:rsidRDefault="00C33ECA" w:rsidP="00C33ECA">
      <w:r>
        <w:t>NON ZERO ELEMENTS           262     DISCRETE VARIABLES         87</w:t>
      </w:r>
    </w:p>
    <w:p w:rsidR="00C33ECA" w:rsidRDefault="00C33ECA" w:rsidP="00C33ECA"/>
    <w:p w:rsidR="00C33ECA" w:rsidRDefault="00C33ECA" w:rsidP="00C33ECA"/>
    <w:p w:rsidR="00C33ECA" w:rsidRDefault="00C33ECA" w:rsidP="00C33ECA">
      <w:r>
        <w:t xml:space="preserve">GENERATION TIME      =        0.218 SECONDS      4 </w:t>
      </w:r>
      <w:proofErr w:type="gramStart"/>
      <w:r>
        <w:t>MB  24.1.3</w:t>
      </w:r>
      <w:proofErr w:type="gramEnd"/>
      <w:r>
        <w:t xml:space="preserve"> r41464 WEX-WEI</w:t>
      </w:r>
    </w:p>
    <w:p w:rsidR="00C33ECA" w:rsidRDefault="00C33ECA" w:rsidP="00C33ECA"/>
    <w:p w:rsidR="00C33ECA" w:rsidRDefault="00C33ECA" w:rsidP="00C33ECA"/>
    <w:p w:rsidR="00C33ECA" w:rsidRDefault="00C33ECA" w:rsidP="00C33ECA">
      <w:r>
        <w:t xml:space="preserve">EXECUTION TIME       =        0.249 SECONDS      4 </w:t>
      </w:r>
      <w:proofErr w:type="gramStart"/>
      <w:r>
        <w:t>MB  24.1.3</w:t>
      </w:r>
      <w:proofErr w:type="gramEnd"/>
      <w:r>
        <w:t xml:space="preserve"> r41464 WEX-WEI</w:t>
      </w:r>
    </w:p>
    <w:p w:rsidR="00C33ECA" w:rsidRDefault="00C33ECA" w:rsidP="00C33ECA">
      <w:r>
        <w:br w:type="page"/>
      </w:r>
      <w:r>
        <w:lastRenderedPageBreak/>
        <w:t xml:space="preserve">GAMS </w:t>
      </w:r>
      <w:proofErr w:type="gramStart"/>
      <w:r>
        <w:t>24.1.3  r41464</w:t>
      </w:r>
      <w:proofErr w:type="gramEnd"/>
      <w:r>
        <w:t xml:space="preserve"> Released Jul 26, 2013 WEX-WEI x86_64/MS Windows 01/19/16 16:05:21 Page 3</w:t>
      </w:r>
    </w:p>
    <w:p w:rsidR="00C33ECA" w:rsidRDefault="00C33ECA" w:rsidP="00C33ECA">
      <w:r>
        <w:t xml:space="preserve">G e n e r a l   A l g e b r a </w:t>
      </w:r>
      <w:proofErr w:type="spellStart"/>
      <w:r>
        <w:t>i</w:t>
      </w:r>
      <w:proofErr w:type="spellEnd"/>
      <w:r>
        <w:t xml:space="preserve"> c   M o d e l </w:t>
      </w:r>
      <w:proofErr w:type="spellStart"/>
      <w:r>
        <w:t>i</w:t>
      </w:r>
      <w:proofErr w:type="spellEnd"/>
      <w:r>
        <w:t xml:space="preserve"> n g   S y s t e m</w:t>
      </w:r>
    </w:p>
    <w:p w:rsidR="00C33ECA" w:rsidRDefault="00C33ECA" w:rsidP="00C33ECA">
      <w:r>
        <w:t>Solution Report     SOLVE problem Using MIP From line 132</w:t>
      </w:r>
    </w:p>
    <w:p w:rsidR="00C33ECA" w:rsidRDefault="00C33ECA" w:rsidP="00C33ECA"/>
    <w:p w:rsidR="00C33ECA" w:rsidRDefault="00C33ECA" w:rsidP="00C33ECA"/>
    <w:p w:rsidR="00C33ECA" w:rsidRDefault="00C33ECA" w:rsidP="00C33ECA">
      <w:r>
        <w:t xml:space="preserve">               S O L V E      S U M </w:t>
      </w:r>
      <w:proofErr w:type="spellStart"/>
      <w:r>
        <w:t>M</w:t>
      </w:r>
      <w:proofErr w:type="spellEnd"/>
      <w:r>
        <w:t xml:space="preserve"> A R Y</w:t>
      </w:r>
    </w:p>
    <w:p w:rsidR="00C33ECA" w:rsidRDefault="00C33ECA" w:rsidP="00C33ECA"/>
    <w:p w:rsidR="00C33ECA" w:rsidRDefault="00C33ECA" w:rsidP="00C33ECA">
      <w:r>
        <w:t xml:space="preserve">     MODEL   problem             </w:t>
      </w:r>
      <w:proofErr w:type="gramStart"/>
      <w:r>
        <w:t xml:space="preserve">OBJECTIVE  </w:t>
      </w:r>
      <w:proofErr w:type="spellStart"/>
      <w:r>
        <w:t>obj</w:t>
      </w:r>
      <w:proofErr w:type="spellEnd"/>
      <w:proofErr w:type="gramEnd"/>
    </w:p>
    <w:p w:rsidR="00C33ECA" w:rsidRDefault="00C33ECA" w:rsidP="00C33ECA">
      <w:r>
        <w:t xml:space="preserve">     TYPE    MIP                 </w:t>
      </w:r>
      <w:proofErr w:type="gramStart"/>
      <w:r>
        <w:t>DIRECTION  MINIMIZE</w:t>
      </w:r>
      <w:proofErr w:type="gramEnd"/>
    </w:p>
    <w:p w:rsidR="00C33ECA" w:rsidRDefault="00C33ECA" w:rsidP="00C33ECA">
      <w:r>
        <w:t xml:space="preserve">     </w:t>
      </w:r>
      <w:proofErr w:type="gramStart"/>
      <w:r>
        <w:t>SOLVER  CPLEX</w:t>
      </w:r>
      <w:proofErr w:type="gramEnd"/>
      <w:r>
        <w:t xml:space="preserve">               FROM LINE  132</w:t>
      </w:r>
    </w:p>
    <w:p w:rsidR="00C33ECA" w:rsidRDefault="00C33ECA" w:rsidP="00C33ECA"/>
    <w:p w:rsidR="00C33ECA" w:rsidRDefault="00C33ECA" w:rsidP="00C33ECA">
      <w:r>
        <w:t xml:space="preserve">**** SOLVER STATUS     1 Normal Completion         </w:t>
      </w:r>
    </w:p>
    <w:p w:rsidR="00C33ECA" w:rsidRDefault="00C33ECA" w:rsidP="00C33ECA">
      <w:r>
        <w:t xml:space="preserve">**** MODEL STATUS      1 Optimal                   </w:t>
      </w:r>
    </w:p>
    <w:p w:rsidR="00C33ECA" w:rsidRDefault="00C33ECA" w:rsidP="00C33ECA">
      <w:r>
        <w:t>**** OBJECTIVE VALUE        199468576.2500</w:t>
      </w:r>
    </w:p>
    <w:p w:rsidR="00C33ECA" w:rsidRDefault="00C33ECA" w:rsidP="00C33ECA"/>
    <w:p w:rsidR="00C33ECA" w:rsidRDefault="00C33ECA" w:rsidP="00C33ECA">
      <w:r>
        <w:t xml:space="preserve"> RESOURCE USAGE, LIMIT          0.936      1000.000</w:t>
      </w:r>
    </w:p>
    <w:p w:rsidR="00C33ECA" w:rsidRDefault="00C33ECA" w:rsidP="00C33ECA">
      <w:r>
        <w:t xml:space="preserve"> ITERATION COUNT, LIMIT         0    2000000000</w:t>
      </w:r>
    </w:p>
    <w:p w:rsidR="00C33ECA" w:rsidRDefault="00C33ECA" w:rsidP="00C33ECA"/>
    <w:p w:rsidR="00C33ECA" w:rsidRDefault="00C33ECA" w:rsidP="00C33ECA">
      <w:r>
        <w:t xml:space="preserve">IBM ILOG CPLEX   24.1.3 r41464 Released Jul 26, 2013 WEI x86_64/MS Windows    </w:t>
      </w:r>
    </w:p>
    <w:p w:rsidR="00C33ECA" w:rsidRDefault="00C33ECA" w:rsidP="00C33ECA">
      <w:r>
        <w:t>--- GAMS/</w:t>
      </w:r>
      <w:proofErr w:type="spellStart"/>
      <w:r>
        <w:t>Cplex</w:t>
      </w:r>
      <w:proofErr w:type="spellEnd"/>
      <w:r>
        <w:t xml:space="preserve"> licensed for continuous and discrete problems.</w:t>
      </w:r>
    </w:p>
    <w:p w:rsidR="00C33ECA" w:rsidRDefault="00C33ECA" w:rsidP="00C33ECA">
      <w:proofErr w:type="spellStart"/>
      <w:r>
        <w:t>Cplex</w:t>
      </w:r>
      <w:proofErr w:type="spellEnd"/>
      <w:r>
        <w:t xml:space="preserve"> 12.5.1.0</w:t>
      </w:r>
    </w:p>
    <w:p w:rsidR="00C33ECA" w:rsidRDefault="00C33ECA" w:rsidP="00C33ECA"/>
    <w:p w:rsidR="00C33ECA" w:rsidRDefault="00C33ECA" w:rsidP="00C33ECA">
      <w:r>
        <w:t xml:space="preserve">MIP </w:t>
      </w:r>
      <w:proofErr w:type="gramStart"/>
      <w:r>
        <w:t>status(</w:t>
      </w:r>
      <w:proofErr w:type="gramEnd"/>
      <w:r>
        <w:t>101): integer optimal solution</w:t>
      </w:r>
    </w:p>
    <w:p w:rsidR="00C33ECA" w:rsidRDefault="00C33ECA" w:rsidP="00C33ECA">
      <w:proofErr w:type="spellStart"/>
      <w:r>
        <w:t>Cplex</w:t>
      </w:r>
      <w:proofErr w:type="spellEnd"/>
      <w:r>
        <w:t xml:space="preserve"> Time: 0.58sec (det. 13.31 ticks)</w:t>
      </w:r>
    </w:p>
    <w:p w:rsidR="00C33ECA" w:rsidRDefault="00C33ECA" w:rsidP="00C33ECA">
      <w:r>
        <w:t>Fixing integer variables, and solving final LP...</w:t>
      </w:r>
    </w:p>
    <w:p w:rsidR="00C33ECA" w:rsidRDefault="00C33ECA" w:rsidP="00C33ECA">
      <w:r>
        <w:lastRenderedPageBreak/>
        <w:t xml:space="preserve">Fixed MIP </w:t>
      </w:r>
      <w:proofErr w:type="gramStart"/>
      <w:r>
        <w:t>status(</w:t>
      </w:r>
      <w:proofErr w:type="gramEnd"/>
      <w:r>
        <w:t>1): optimal</w:t>
      </w:r>
    </w:p>
    <w:p w:rsidR="00C33ECA" w:rsidRDefault="00C33ECA" w:rsidP="00C33ECA">
      <w:proofErr w:type="spellStart"/>
      <w:r>
        <w:t>Cplex</w:t>
      </w:r>
      <w:proofErr w:type="spellEnd"/>
      <w:r>
        <w:t xml:space="preserve"> Time: 0.00sec (det. 0.05 ticks)</w:t>
      </w:r>
    </w:p>
    <w:p w:rsidR="00C33ECA" w:rsidRDefault="00C33ECA" w:rsidP="00C33ECA">
      <w:proofErr w:type="gramStart"/>
      <w:r>
        <w:t>Proven optimal solution.</w:t>
      </w:r>
      <w:proofErr w:type="gramEnd"/>
    </w:p>
    <w:p w:rsidR="00C33ECA" w:rsidRDefault="00C33ECA" w:rsidP="00C33ECA"/>
    <w:p w:rsidR="00C33ECA" w:rsidRDefault="00C33ECA" w:rsidP="00C33ECA">
      <w:r>
        <w:t>MIP Solution:    199468576.250000    (0 iterations, 0 nodes)</w:t>
      </w:r>
    </w:p>
    <w:p w:rsidR="00C33ECA" w:rsidRDefault="00C33ECA" w:rsidP="00C33ECA">
      <w:r>
        <w:t>Final Solve:     199468576.250000    (0 iterations)</w:t>
      </w:r>
    </w:p>
    <w:p w:rsidR="00C33ECA" w:rsidRDefault="00C33ECA" w:rsidP="00C33ECA"/>
    <w:p w:rsidR="00C33ECA" w:rsidRDefault="00C33ECA" w:rsidP="00C33ECA">
      <w:r>
        <w:t>Best possible:   199468576.250000</w:t>
      </w:r>
    </w:p>
    <w:p w:rsidR="00C33ECA" w:rsidRDefault="00C33ECA" w:rsidP="00C33ECA">
      <w:r>
        <w:t>Absolute gap:            0.000000</w:t>
      </w:r>
    </w:p>
    <w:p w:rsidR="00C33ECA" w:rsidRDefault="00C33ECA" w:rsidP="00C33ECA">
      <w:r>
        <w:t>Relative gap:            0.000000</w:t>
      </w:r>
    </w:p>
    <w:p w:rsidR="00C33ECA" w:rsidRDefault="00C33ECA" w:rsidP="00C33ECA"/>
    <w:p w:rsidR="00C33ECA" w:rsidRDefault="00C33ECA" w:rsidP="00C33ECA"/>
    <w:p w:rsidR="00C33ECA" w:rsidRDefault="00C33ECA" w:rsidP="00C33ECA"/>
    <w:p w:rsidR="00C33ECA" w:rsidRDefault="00C33ECA" w:rsidP="00C33ECA">
      <w:r>
        <w:t xml:space="preserve">**** REPORT </w:t>
      </w:r>
      <w:proofErr w:type="gramStart"/>
      <w:r>
        <w:t>SUMMARY :</w:t>
      </w:r>
      <w:proofErr w:type="gramEnd"/>
      <w:r>
        <w:t xml:space="preserve">        0     NONOPT</w:t>
      </w:r>
    </w:p>
    <w:p w:rsidR="00C33ECA" w:rsidRDefault="00C33ECA" w:rsidP="00C33ECA">
      <w:r>
        <w:t xml:space="preserve">                             0 INFEASIBLE</w:t>
      </w:r>
    </w:p>
    <w:p w:rsidR="00C33ECA" w:rsidRDefault="00C33ECA" w:rsidP="00C33ECA">
      <w:r>
        <w:t xml:space="preserve">                             </w:t>
      </w:r>
      <w:proofErr w:type="gramStart"/>
      <w:r>
        <w:t>0  UNBOUNDED</w:t>
      </w:r>
      <w:proofErr w:type="gramEnd"/>
    </w:p>
    <w:p w:rsidR="00C33ECA" w:rsidRDefault="00C33ECA" w:rsidP="00C33ECA">
      <w:r>
        <w:br w:type="page"/>
      </w:r>
      <w:r>
        <w:lastRenderedPageBreak/>
        <w:t xml:space="preserve">GAMS </w:t>
      </w:r>
      <w:proofErr w:type="gramStart"/>
      <w:r>
        <w:t>24.1.3  r41464</w:t>
      </w:r>
      <w:proofErr w:type="gramEnd"/>
      <w:r>
        <w:t xml:space="preserve"> Released Jul 26, 2013 WEX-WEI x86_64/MS Windows 01/19/16 16:05:21 Page 4</w:t>
      </w:r>
    </w:p>
    <w:p w:rsidR="00C33ECA" w:rsidRDefault="00C33ECA" w:rsidP="00C33ECA">
      <w:r>
        <w:t xml:space="preserve">G e n e r a l   A l g e b r a </w:t>
      </w:r>
      <w:proofErr w:type="spellStart"/>
      <w:r>
        <w:t>i</w:t>
      </w:r>
      <w:proofErr w:type="spellEnd"/>
      <w:r>
        <w:t xml:space="preserve"> c   M o d e l </w:t>
      </w:r>
      <w:proofErr w:type="spellStart"/>
      <w:r>
        <w:t>i</w:t>
      </w:r>
      <w:proofErr w:type="spellEnd"/>
      <w:r>
        <w:t xml:space="preserve"> n g   S y s t e m</w:t>
      </w:r>
    </w:p>
    <w:p w:rsidR="00C33ECA" w:rsidRDefault="00C33ECA" w:rsidP="00C33ECA">
      <w:r>
        <w:t xml:space="preserve">E x e c u t </w:t>
      </w:r>
      <w:proofErr w:type="spellStart"/>
      <w:r>
        <w:t>i</w:t>
      </w:r>
      <w:proofErr w:type="spellEnd"/>
      <w:r>
        <w:t xml:space="preserve"> o n</w:t>
      </w:r>
    </w:p>
    <w:p w:rsidR="00C33ECA" w:rsidRDefault="00C33ECA" w:rsidP="00C33ECA"/>
    <w:p w:rsidR="00C33ECA" w:rsidRDefault="00C33ECA" w:rsidP="00C33ECA"/>
    <w:p w:rsidR="00C33ECA" w:rsidRDefault="00C33ECA" w:rsidP="00C33ECA">
      <w:r>
        <w:t xml:space="preserve">----    156 PARAMETER </w:t>
      </w:r>
      <w:proofErr w:type="spellStart"/>
      <w:r>
        <w:t>WQS_</w:t>
      </w:r>
      <w:proofErr w:type="gramStart"/>
      <w:r>
        <w:t>final</w:t>
      </w:r>
      <w:proofErr w:type="spellEnd"/>
      <w:r>
        <w:t xml:space="preserve">  Final</w:t>
      </w:r>
      <w:proofErr w:type="gramEnd"/>
      <w:r>
        <w:t xml:space="preserve"> water standard achieved after reduction</w:t>
      </w:r>
    </w:p>
    <w:p w:rsidR="00C33ECA" w:rsidRDefault="00C33ECA" w:rsidP="00C33ECA"/>
    <w:p w:rsidR="00C33ECA" w:rsidRDefault="00C33ECA" w:rsidP="00C33ECA">
      <w:r>
        <w:t xml:space="preserve">             1</w:t>
      </w:r>
    </w:p>
    <w:p w:rsidR="00C33ECA" w:rsidRDefault="00C33ECA" w:rsidP="00C33ECA"/>
    <w:p w:rsidR="00C33ECA" w:rsidRDefault="00C33ECA" w:rsidP="00C33ECA">
      <w:r>
        <w:t>1        1.650</w:t>
      </w:r>
    </w:p>
    <w:p w:rsidR="00C33ECA" w:rsidRDefault="00C33ECA" w:rsidP="00C33ECA">
      <w:r>
        <w:t>2        1.700</w:t>
      </w:r>
    </w:p>
    <w:p w:rsidR="00C33ECA" w:rsidRDefault="00C33ECA" w:rsidP="00C33ECA">
      <w:r>
        <w:t>3        1.300</w:t>
      </w:r>
    </w:p>
    <w:p w:rsidR="00C33ECA" w:rsidRDefault="00C33ECA" w:rsidP="00C33ECA">
      <w:r>
        <w:t>4        1.400</w:t>
      </w:r>
    </w:p>
    <w:p w:rsidR="00C33ECA" w:rsidRDefault="00C33ECA" w:rsidP="00C33ECA">
      <w:r>
        <w:t>5        1.880</w:t>
      </w:r>
    </w:p>
    <w:p w:rsidR="00C33ECA" w:rsidRDefault="00C33ECA" w:rsidP="00C33ECA">
      <w:r>
        <w:t>6        1.700</w:t>
      </w:r>
    </w:p>
    <w:p w:rsidR="00C33ECA" w:rsidRDefault="00C33ECA" w:rsidP="00C33ECA">
      <w:r>
        <w:t>7        1.900</w:t>
      </w:r>
    </w:p>
    <w:p w:rsidR="00C33ECA" w:rsidRDefault="00C33ECA" w:rsidP="00C33ECA">
      <w:r>
        <w:t>8        1.830</w:t>
      </w:r>
    </w:p>
    <w:p w:rsidR="00C33ECA" w:rsidRDefault="00C33ECA" w:rsidP="00C33ECA">
      <w:r>
        <w:t>9        1.000</w:t>
      </w:r>
    </w:p>
    <w:p w:rsidR="00C33ECA" w:rsidRDefault="00C33ECA" w:rsidP="00C33ECA">
      <w:r>
        <w:t>10       1.100</w:t>
      </w:r>
    </w:p>
    <w:p w:rsidR="00C33ECA" w:rsidRDefault="00C33ECA" w:rsidP="00C33ECA">
      <w:r>
        <w:t>11       1.060</w:t>
      </w:r>
    </w:p>
    <w:p w:rsidR="00C33ECA" w:rsidRDefault="00C33ECA" w:rsidP="00C33ECA">
      <w:r>
        <w:t>12       1.220</w:t>
      </w:r>
    </w:p>
    <w:p w:rsidR="00C33ECA" w:rsidRDefault="00C33ECA" w:rsidP="00C33ECA">
      <w:r>
        <w:t>13       1.310</w:t>
      </w:r>
    </w:p>
    <w:p w:rsidR="00C33ECA" w:rsidRDefault="00C33ECA" w:rsidP="00C33ECA">
      <w:r>
        <w:t>14       1.800</w:t>
      </w:r>
    </w:p>
    <w:p w:rsidR="00C33ECA" w:rsidRDefault="00C33ECA" w:rsidP="00C33ECA">
      <w:r>
        <w:t>15       1.330</w:t>
      </w:r>
    </w:p>
    <w:p w:rsidR="00C33ECA" w:rsidRDefault="00C33ECA" w:rsidP="00C33ECA">
      <w:r>
        <w:t>16       1.100</w:t>
      </w:r>
    </w:p>
    <w:p w:rsidR="00C33ECA" w:rsidRDefault="00C33ECA" w:rsidP="00C33ECA">
      <w:r>
        <w:lastRenderedPageBreak/>
        <w:t>17       1.870</w:t>
      </w:r>
    </w:p>
    <w:p w:rsidR="00C33ECA" w:rsidRDefault="00C33ECA" w:rsidP="00C33ECA">
      <w:r>
        <w:t>18       1.520</w:t>
      </w:r>
    </w:p>
    <w:p w:rsidR="00C33ECA" w:rsidRDefault="00C33ECA" w:rsidP="00C33ECA">
      <w:r>
        <w:t>19       1.050</w:t>
      </w:r>
    </w:p>
    <w:p w:rsidR="00C33ECA" w:rsidRDefault="00C33ECA" w:rsidP="00C33ECA">
      <w:r>
        <w:t>20       1.140</w:t>
      </w:r>
    </w:p>
    <w:p w:rsidR="00C33ECA" w:rsidRDefault="00C33ECA" w:rsidP="00C33ECA">
      <w:r>
        <w:t>21       1.580</w:t>
      </w:r>
    </w:p>
    <w:p w:rsidR="00C33ECA" w:rsidRDefault="00C33ECA" w:rsidP="00C33ECA">
      <w:r>
        <w:t>22       1.200</w:t>
      </w:r>
    </w:p>
    <w:p w:rsidR="00C33ECA" w:rsidRDefault="00C33ECA" w:rsidP="00C33ECA">
      <w:r>
        <w:t>23       1.410</w:t>
      </w:r>
    </w:p>
    <w:p w:rsidR="00C33ECA" w:rsidRDefault="00C33ECA" w:rsidP="00C33ECA">
      <w:r>
        <w:t>24       1.900</w:t>
      </w:r>
    </w:p>
    <w:p w:rsidR="00C33ECA" w:rsidRDefault="00C33ECA" w:rsidP="00C33ECA">
      <w:r>
        <w:t>25       1.500</w:t>
      </w:r>
    </w:p>
    <w:p w:rsidR="00C33ECA" w:rsidRDefault="00C33ECA" w:rsidP="00C33ECA">
      <w:r>
        <w:t>26       1.950</w:t>
      </w:r>
    </w:p>
    <w:p w:rsidR="00C33ECA" w:rsidRDefault="00C33ECA" w:rsidP="00C33ECA">
      <w:r>
        <w:t>27       1.720</w:t>
      </w:r>
    </w:p>
    <w:p w:rsidR="00C33ECA" w:rsidRDefault="00C33ECA" w:rsidP="00C33ECA">
      <w:r>
        <w:t>28       1.100</w:t>
      </w:r>
    </w:p>
    <w:p w:rsidR="00C33ECA" w:rsidRDefault="00C33ECA" w:rsidP="00C33ECA">
      <w:r>
        <w:t>29       1.400</w:t>
      </w:r>
    </w:p>
    <w:p w:rsidR="00C33ECA" w:rsidRDefault="00C33ECA" w:rsidP="00C33ECA"/>
    <w:p w:rsidR="00C33ECA" w:rsidRDefault="00C33ECA" w:rsidP="00C33ECA"/>
    <w:p w:rsidR="00C33ECA" w:rsidRDefault="00C33ECA" w:rsidP="00C33ECA">
      <w:r>
        <w:t xml:space="preserve">----    156 PARAMETER </w:t>
      </w:r>
      <w:proofErr w:type="spellStart"/>
      <w:r>
        <w:t>WQS_avg</w:t>
      </w:r>
      <w:proofErr w:type="spellEnd"/>
      <w:r>
        <w:t xml:space="preserve">              =        </w:t>
      </w:r>
      <w:proofErr w:type="gramStart"/>
      <w:r>
        <w:t>1.599  The</w:t>
      </w:r>
      <w:proofErr w:type="gramEnd"/>
      <w:r>
        <w:t xml:space="preserve"> average WQS for t</w:t>
      </w:r>
    </w:p>
    <w:p w:rsidR="00C33ECA" w:rsidRDefault="00C33ECA" w:rsidP="00C33ECA">
      <w:r>
        <w:t xml:space="preserve">                                                           </w:t>
      </w:r>
      <w:proofErr w:type="gramStart"/>
      <w:r>
        <w:t>he</w:t>
      </w:r>
      <w:proofErr w:type="gramEnd"/>
      <w:r>
        <w:t xml:space="preserve"> industries after t</w:t>
      </w:r>
    </w:p>
    <w:p w:rsidR="00C33ECA" w:rsidRDefault="00C33ECA" w:rsidP="00C33ECA">
      <w:r>
        <w:t xml:space="preserve">                                                           </w:t>
      </w:r>
      <w:proofErr w:type="gramStart"/>
      <w:r>
        <w:t>he</w:t>
      </w:r>
      <w:proofErr w:type="gramEnd"/>
      <w:r>
        <w:t xml:space="preserve"> reduction</w:t>
      </w:r>
    </w:p>
    <w:p w:rsidR="00C33ECA" w:rsidRDefault="00C33ECA" w:rsidP="00C33ECA"/>
    <w:p w:rsidR="00C33ECA" w:rsidRDefault="00C33ECA" w:rsidP="00C33ECA">
      <w:r>
        <w:t xml:space="preserve">----    156 VARIABLE </w:t>
      </w:r>
      <w:proofErr w:type="spellStart"/>
      <w:proofErr w:type="gramStart"/>
      <w:r>
        <w:t>b.L</w:t>
      </w:r>
      <w:proofErr w:type="spellEnd"/>
      <w:r>
        <w:t xml:space="preserve">  binary</w:t>
      </w:r>
      <w:proofErr w:type="gramEnd"/>
      <w:r>
        <w:t xml:space="preserve"> variable specifying the process selection</w:t>
      </w:r>
    </w:p>
    <w:p w:rsidR="00C33ECA" w:rsidRDefault="00C33ECA" w:rsidP="00C33ECA"/>
    <w:p w:rsidR="00C33ECA" w:rsidRDefault="00C33ECA" w:rsidP="00C33ECA">
      <w:r>
        <w:t xml:space="preserve">             1           2           3</w:t>
      </w:r>
    </w:p>
    <w:p w:rsidR="00C33ECA" w:rsidRDefault="00C33ECA" w:rsidP="00C33ECA"/>
    <w:p w:rsidR="00C33ECA" w:rsidRDefault="00C33ECA" w:rsidP="00C33ECA">
      <w:r>
        <w:t>1                    1.000</w:t>
      </w:r>
    </w:p>
    <w:p w:rsidR="00C33ECA" w:rsidRDefault="00C33ECA" w:rsidP="00C33ECA">
      <w:r>
        <w:t>2        1.000</w:t>
      </w:r>
    </w:p>
    <w:p w:rsidR="00C33ECA" w:rsidRDefault="00C33ECA" w:rsidP="00C33ECA">
      <w:r>
        <w:lastRenderedPageBreak/>
        <w:t>3                    1.000</w:t>
      </w:r>
    </w:p>
    <w:p w:rsidR="00C33ECA" w:rsidRDefault="00C33ECA" w:rsidP="00C33ECA">
      <w:r>
        <w:t>4        1.000</w:t>
      </w:r>
    </w:p>
    <w:p w:rsidR="00C33ECA" w:rsidRDefault="00C33ECA" w:rsidP="00C33ECA">
      <w:r>
        <w:t>5        1.000</w:t>
      </w:r>
    </w:p>
    <w:p w:rsidR="00C33ECA" w:rsidRDefault="00C33ECA" w:rsidP="00C33ECA">
      <w:r>
        <w:t>6        1.000</w:t>
      </w:r>
    </w:p>
    <w:p w:rsidR="00C33ECA" w:rsidRDefault="00C33ECA" w:rsidP="00C33ECA">
      <w:r>
        <w:t>7        1.000</w:t>
      </w:r>
    </w:p>
    <w:p w:rsidR="00C33ECA" w:rsidRDefault="00C33ECA" w:rsidP="00C33ECA">
      <w:r>
        <w:t>8                    1.000</w:t>
      </w:r>
    </w:p>
    <w:p w:rsidR="00C33ECA" w:rsidRDefault="00C33ECA" w:rsidP="00C33ECA">
      <w:r>
        <w:t>9                    1.000</w:t>
      </w:r>
    </w:p>
    <w:p w:rsidR="00C33ECA" w:rsidRDefault="00C33ECA" w:rsidP="00C33ECA">
      <w:r>
        <w:t>10       1.000</w:t>
      </w:r>
    </w:p>
    <w:p w:rsidR="00C33ECA" w:rsidRDefault="00C33ECA" w:rsidP="00C33ECA">
      <w:r>
        <w:t>11       1.000</w:t>
      </w:r>
    </w:p>
    <w:p w:rsidR="00C33ECA" w:rsidRDefault="00C33ECA" w:rsidP="00C33ECA">
      <w:r>
        <w:t>12       1.000</w:t>
      </w:r>
    </w:p>
    <w:p w:rsidR="00C33ECA" w:rsidRDefault="00C33ECA" w:rsidP="00C33ECA">
      <w:r>
        <w:t>13       1.000</w:t>
      </w:r>
    </w:p>
    <w:p w:rsidR="00C33ECA" w:rsidRDefault="00C33ECA" w:rsidP="00C33ECA">
      <w:r>
        <w:t>14                   1.000</w:t>
      </w:r>
    </w:p>
    <w:p w:rsidR="00C33ECA" w:rsidRDefault="00C33ECA" w:rsidP="00C33ECA">
      <w:r>
        <w:t>15                   1.000</w:t>
      </w:r>
    </w:p>
    <w:p w:rsidR="00C33ECA" w:rsidRDefault="00C33ECA" w:rsidP="00C33ECA">
      <w:r>
        <w:t>16                   1.000       1.000</w:t>
      </w:r>
    </w:p>
    <w:p w:rsidR="00C33ECA" w:rsidRDefault="00C33ECA" w:rsidP="00C33ECA">
      <w:r>
        <w:t>17                   1.000</w:t>
      </w:r>
    </w:p>
    <w:p w:rsidR="00C33ECA" w:rsidRDefault="00C33ECA" w:rsidP="00C33ECA">
      <w:r>
        <w:t>18                   1.000</w:t>
      </w:r>
    </w:p>
    <w:p w:rsidR="00C33ECA" w:rsidRDefault="00C33ECA" w:rsidP="00C33ECA">
      <w:r>
        <w:t>19                   1.000       1.000</w:t>
      </w:r>
    </w:p>
    <w:p w:rsidR="00C33ECA" w:rsidRDefault="00C33ECA" w:rsidP="00C33ECA">
      <w:r>
        <w:t>20                   1.000</w:t>
      </w:r>
    </w:p>
    <w:p w:rsidR="00C33ECA" w:rsidRDefault="00C33ECA" w:rsidP="00C33ECA">
      <w:r>
        <w:t>21                   1.000</w:t>
      </w:r>
    </w:p>
    <w:p w:rsidR="00C33ECA" w:rsidRDefault="00C33ECA" w:rsidP="00C33ECA">
      <w:r>
        <w:t>22                   1.000       1.000</w:t>
      </w:r>
    </w:p>
    <w:p w:rsidR="00C33ECA" w:rsidRDefault="00C33ECA" w:rsidP="00C33ECA">
      <w:r>
        <w:t>23                   1.000</w:t>
      </w:r>
    </w:p>
    <w:p w:rsidR="00C33ECA" w:rsidRDefault="00C33ECA" w:rsidP="00C33ECA">
      <w:r>
        <w:t>24       1.000</w:t>
      </w:r>
    </w:p>
    <w:p w:rsidR="00C33ECA" w:rsidRDefault="00C33ECA" w:rsidP="00C33ECA">
      <w:r>
        <w:t>25                   1.000</w:t>
      </w:r>
    </w:p>
    <w:p w:rsidR="00C33ECA" w:rsidRDefault="00C33ECA" w:rsidP="00C33ECA">
      <w:r>
        <w:t>26       1.000</w:t>
      </w:r>
    </w:p>
    <w:p w:rsidR="00C33ECA" w:rsidRDefault="00C33ECA" w:rsidP="00C33ECA">
      <w:r>
        <w:t>27       1.000</w:t>
      </w:r>
    </w:p>
    <w:p w:rsidR="00C33ECA" w:rsidRDefault="00C33ECA" w:rsidP="00C33ECA">
      <w:r>
        <w:lastRenderedPageBreak/>
        <w:t>28                   1.000</w:t>
      </w:r>
    </w:p>
    <w:p w:rsidR="00C33ECA" w:rsidRDefault="00C33ECA" w:rsidP="00C33ECA">
      <w:r>
        <w:t>29       1.000</w:t>
      </w:r>
    </w:p>
    <w:p w:rsidR="00C33ECA" w:rsidRDefault="00C33ECA" w:rsidP="00C33ECA"/>
    <w:p w:rsidR="00C33ECA" w:rsidRDefault="00C33ECA" w:rsidP="00C33ECA"/>
    <w:p w:rsidR="00C33ECA" w:rsidRDefault="00C33ECA" w:rsidP="00C33ECA">
      <w:r>
        <w:t xml:space="preserve">----    156 PARAMETER </w:t>
      </w:r>
      <w:proofErr w:type="gramStart"/>
      <w:r>
        <w:t>Results  To</w:t>
      </w:r>
      <w:proofErr w:type="gramEnd"/>
      <w:r>
        <w:t xml:space="preserve"> store and display the final results</w:t>
      </w:r>
    </w:p>
    <w:p w:rsidR="00C33ECA" w:rsidRDefault="00C33ECA" w:rsidP="00C33ECA"/>
    <w:p w:rsidR="00C33ECA" w:rsidRDefault="00C33ECA" w:rsidP="00C33ECA">
      <w:r>
        <w:t xml:space="preserve">            1           2           3           4           5</w:t>
      </w:r>
    </w:p>
    <w:p w:rsidR="00C33ECA" w:rsidRDefault="00C33ECA" w:rsidP="00C33ECA"/>
    <w:p w:rsidR="00C33ECA" w:rsidRDefault="00C33ECA" w:rsidP="00C33ECA">
      <w:r>
        <w:t>1       1.284       1.458 2.855109E+7 1.994686E+8 2.280197E+8</w:t>
      </w:r>
    </w:p>
    <w:p w:rsidR="00C33ECA" w:rsidRDefault="00C33ECA" w:rsidP="00C33ECA"/>
    <w:p w:rsidR="00C33ECA" w:rsidRDefault="00C33ECA" w:rsidP="00C33ECA"/>
    <w:p w:rsidR="00C33ECA" w:rsidRDefault="00C33ECA" w:rsidP="00C33ECA">
      <w:r>
        <w:t xml:space="preserve">----    156 PARAMETER </w:t>
      </w:r>
      <w:proofErr w:type="spellStart"/>
      <w:r>
        <w:t>red_</w:t>
      </w:r>
      <w:proofErr w:type="gramStart"/>
      <w:r>
        <w:t>final</w:t>
      </w:r>
      <w:proofErr w:type="spellEnd"/>
      <w:r>
        <w:t xml:space="preserve">  Final</w:t>
      </w:r>
      <w:proofErr w:type="gramEnd"/>
      <w:r>
        <w:t xml:space="preserve"> reduction in the discharge achieved by </w:t>
      </w:r>
      <w:proofErr w:type="spellStart"/>
      <w:r>
        <w:t>ea</w:t>
      </w:r>
      <w:proofErr w:type="spellEnd"/>
    </w:p>
    <w:p w:rsidR="00C33ECA" w:rsidRDefault="00C33ECA" w:rsidP="00C33ECA">
      <w:r>
        <w:t xml:space="preserve">                                 </w:t>
      </w:r>
      <w:proofErr w:type="spellStart"/>
      <w:proofErr w:type="gramStart"/>
      <w:r>
        <w:t>ch</w:t>
      </w:r>
      <w:proofErr w:type="spellEnd"/>
      <w:proofErr w:type="gramEnd"/>
      <w:r>
        <w:t xml:space="preserve"> industry after optimization</w:t>
      </w:r>
    </w:p>
    <w:p w:rsidR="00C33ECA" w:rsidRDefault="00C33ECA" w:rsidP="00C33ECA"/>
    <w:p w:rsidR="00C33ECA" w:rsidRDefault="00C33ECA" w:rsidP="00C33ECA">
      <w:r>
        <w:t xml:space="preserve">             1</w:t>
      </w:r>
    </w:p>
    <w:p w:rsidR="00C33ECA" w:rsidRDefault="00C33ECA" w:rsidP="00C33ECA"/>
    <w:p w:rsidR="00C33ECA" w:rsidRDefault="00C33ECA" w:rsidP="00C33ECA">
      <w:r>
        <w:t>1        0.191</w:t>
      </w:r>
    </w:p>
    <w:p w:rsidR="00C33ECA" w:rsidRDefault="00C33ECA" w:rsidP="00C33ECA">
      <w:r>
        <w:t>2        0.004</w:t>
      </w:r>
    </w:p>
    <w:p w:rsidR="00C33ECA" w:rsidRDefault="00C33ECA" w:rsidP="00C33ECA">
      <w:r>
        <w:t>3        0.019</w:t>
      </w:r>
    </w:p>
    <w:p w:rsidR="00C33ECA" w:rsidRDefault="00C33ECA" w:rsidP="00C33ECA">
      <w:r>
        <w:t>4        0.004</w:t>
      </w:r>
    </w:p>
    <w:p w:rsidR="00C33ECA" w:rsidRDefault="00C33ECA" w:rsidP="00C33ECA">
      <w:r>
        <w:t>5        0.006</w:t>
      </w:r>
    </w:p>
    <w:p w:rsidR="00C33ECA" w:rsidRDefault="00C33ECA" w:rsidP="00C33ECA">
      <w:r>
        <w:t>6        0.006</w:t>
      </w:r>
    </w:p>
    <w:p w:rsidR="00C33ECA" w:rsidRDefault="00C33ECA" w:rsidP="00C33ECA">
      <w:r>
        <w:t>7        0.003</w:t>
      </w:r>
    </w:p>
    <w:p w:rsidR="00C33ECA" w:rsidRDefault="00C33ECA" w:rsidP="00C33ECA">
      <w:r>
        <w:t>8        0.112</w:t>
      </w:r>
    </w:p>
    <w:p w:rsidR="00C33ECA" w:rsidRDefault="00C33ECA" w:rsidP="00C33ECA">
      <w:r>
        <w:t>9        0.019</w:t>
      </w:r>
    </w:p>
    <w:p w:rsidR="00C33ECA" w:rsidRDefault="00C33ECA" w:rsidP="00C33ECA">
      <w:r>
        <w:lastRenderedPageBreak/>
        <w:t>10       0.003</w:t>
      </w:r>
    </w:p>
    <w:p w:rsidR="00C33ECA" w:rsidRDefault="00C33ECA" w:rsidP="00C33ECA">
      <w:r>
        <w:t>11       0.003</w:t>
      </w:r>
    </w:p>
    <w:p w:rsidR="00C33ECA" w:rsidRDefault="00C33ECA" w:rsidP="00C33ECA">
      <w:r>
        <w:t>12       0.003</w:t>
      </w:r>
    </w:p>
    <w:p w:rsidR="00C33ECA" w:rsidRDefault="00C33ECA" w:rsidP="00C33ECA">
      <w:r>
        <w:t>13       0.006</w:t>
      </w:r>
    </w:p>
    <w:p w:rsidR="00C33ECA" w:rsidRDefault="00C33ECA" w:rsidP="00C33ECA">
      <w:r>
        <w:t>14       0.016</w:t>
      </w:r>
    </w:p>
    <w:p w:rsidR="00C33ECA" w:rsidRDefault="00C33ECA" w:rsidP="00C33ECA">
      <w:r>
        <w:t>15       0.075</w:t>
      </w:r>
    </w:p>
    <w:p w:rsidR="00C33ECA" w:rsidRDefault="00C33ECA" w:rsidP="00C33ECA">
      <w:r>
        <w:t>16       0.040</w:t>
      </w:r>
    </w:p>
    <w:p w:rsidR="00C33ECA" w:rsidRDefault="00C33ECA" w:rsidP="00C33ECA">
      <w:r>
        <w:t>17       0.243</w:t>
      </w:r>
    </w:p>
    <w:p w:rsidR="00C33ECA" w:rsidRDefault="00C33ECA" w:rsidP="00C33ECA">
      <w:r>
        <w:t>18       0.095</w:t>
      </w:r>
    </w:p>
    <w:p w:rsidR="00C33ECA" w:rsidRDefault="00C33ECA" w:rsidP="00C33ECA">
      <w:r>
        <w:t>19       0.006</w:t>
      </w:r>
    </w:p>
    <w:p w:rsidR="00C33ECA" w:rsidRDefault="00C33ECA" w:rsidP="00C33ECA">
      <w:r>
        <w:t>20       0.002</w:t>
      </w:r>
    </w:p>
    <w:p w:rsidR="00C33ECA" w:rsidRDefault="00C33ECA" w:rsidP="00C33ECA">
      <w:r>
        <w:t>21       0.448</w:t>
      </w:r>
    </w:p>
    <w:p w:rsidR="00C33ECA" w:rsidRDefault="00C33ECA" w:rsidP="00C33ECA">
      <w:r>
        <w:t>22       0.026</w:t>
      </w:r>
    </w:p>
    <w:p w:rsidR="00C33ECA" w:rsidRDefault="00C33ECA" w:rsidP="00C33ECA">
      <w:r>
        <w:t>23       0.116</w:t>
      </w:r>
    </w:p>
    <w:p w:rsidR="00C33ECA" w:rsidRDefault="00C33ECA" w:rsidP="00C33ECA">
      <w:r>
        <w:t>24       0.005</w:t>
      </w:r>
    </w:p>
    <w:p w:rsidR="00C33ECA" w:rsidRDefault="00C33ECA" w:rsidP="00C33ECA">
      <w:r>
        <w:t>25       0.002</w:t>
      </w:r>
    </w:p>
    <w:p w:rsidR="00C33ECA" w:rsidRDefault="00C33ECA" w:rsidP="00C33ECA">
      <w:r>
        <w:t>26       0.001</w:t>
      </w:r>
    </w:p>
    <w:p w:rsidR="00C33ECA" w:rsidRDefault="00C33ECA" w:rsidP="00C33ECA">
      <w:proofErr w:type="gramStart"/>
      <w:r>
        <w:t>27 8.288055E-6</w:t>
      </w:r>
      <w:proofErr w:type="gramEnd"/>
    </w:p>
    <w:p w:rsidR="00C33ECA" w:rsidRDefault="00C33ECA" w:rsidP="00C33ECA">
      <w:r>
        <w:t>28       0.005</w:t>
      </w:r>
    </w:p>
    <w:p w:rsidR="00C33ECA" w:rsidRDefault="00C33ECA" w:rsidP="00C33ECA">
      <w:proofErr w:type="gramStart"/>
      <w:r>
        <w:t>29 1.491850E-4</w:t>
      </w:r>
      <w:proofErr w:type="gramEnd"/>
    </w:p>
    <w:p w:rsidR="00C33ECA" w:rsidRDefault="00C33ECA" w:rsidP="00C33ECA"/>
    <w:p w:rsidR="00C33ECA" w:rsidRDefault="00C33ECA" w:rsidP="00C33ECA"/>
    <w:p w:rsidR="00C33ECA" w:rsidRDefault="00C33ECA" w:rsidP="00C33ECA">
      <w:r>
        <w:t xml:space="preserve">----    156 PARAMETER </w:t>
      </w:r>
      <w:proofErr w:type="gramStart"/>
      <w:r>
        <w:t xml:space="preserve">cost  </w:t>
      </w:r>
      <w:proofErr w:type="spellStart"/>
      <w:r>
        <w:t>cost</w:t>
      </w:r>
      <w:proofErr w:type="spellEnd"/>
      <w:proofErr w:type="gramEnd"/>
      <w:r>
        <w:t xml:space="preserve"> incurred by each industry due to waste </w:t>
      </w:r>
      <w:proofErr w:type="spellStart"/>
      <w:r>
        <w:t>treatmen</w:t>
      </w:r>
      <w:proofErr w:type="spellEnd"/>
    </w:p>
    <w:p w:rsidR="00C33ECA" w:rsidRDefault="00C33ECA" w:rsidP="00C33ECA">
      <w:r>
        <w:t xml:space="preserve">                            </w:t>
      </w:r>
      <w:proofErr w:type="gramStart"/>
      <w:r>
        <w:t>t</w:t>
      </w:r>
      <w:proofErr w:type="gramEnd"/>
      <w:r>
        <w:t xml:space="preserve"> setup</w:t>
      </w:r>
    </w:p>
    <w:p w:rsidR="00C33ECA" w:rsidRDefault="00C33ECA" w:rsidP="00C33ECA"/>
    <w:p w:rsidR="00C33ECA" w:rsidRDefault="00C33ECA" w:rsidP="00C33ECA">
      <w:r>
        <w:lastRenderedPageBreak/>
        <w:t xml:space="preserve">             1</w:t>
      </w:r>
    </w:p>
    <w:p w:rsidR="00C33ECA" w:rsidRDefault="00C33ECA" w:rsidP="00C33ECA"/>
    <w:p w:rsidR="00C33ECA" w:rsidRDefault="00C33ECA" w:rsidP="00C33ECA">
      <w:proofErr w:type="gramStart"/>
      <w:r>
        <w:t>1  2.608108E</w:t>
      </w:r>
      <w:proofErr w:type="gramEnd"/>
      <w:r>
        <w:t>+7</w:t>
      </w:r>
    </w:p>
    <w:p w:rsidR="00C33ECA" w:rsidRDefault="00C33ECA" w:rsidP="00C33ECA">
      <w:r>
        <w:t>2   547500.000</w:t>
      </w:r>
    </w:p>
    <w:p w:rsidR="00C33ECA" w:rsidRDefault="00C33ECA" w:rsidP="00C33ECA">
      <w:proofErr w:type="gramStart"/>
      <w:r>
        <w:t>3  2602450.000</w:t>
      </w:r>
      <w:proofErr w:type="gramEnd"/>
    </w:p>
    <w:p w:rsidR="00C33ECA" w:rsidRDefault="00C33ECA" w:rsidP="00C33ECA">
      <w:r>
        <w:t>4   547500.000</w:t>
      </w:r>
    </w:p>
    <w:p w:rsidR="00C33ECA" w:rsidRDefault="00C33ECA" w:rsidP="00C33ECA">
      <w:r>
        <w:t>5   730000.000</w:t>
      </w:r>
    </w:p>
    <w:p w:rsidR="00C33ECA" w:rsidRDefault="00C33ECA" w:rsidP="00C33ECA">
      <w:r>
        <w:t>6   817600.000</w:t>
      </w:r>
    </w:p>
    <w:p w:rsidR="00C33ECA" w:rsidRDefault="00C33ECA" w:rsidP="00C33ECA">
      <w:r>
        <w:t>7   438000.000</w:t>
      </w:r>
    </w:p>
    <w:p w:rsidR="00C33ECA" w:rsidRDefault="00C33ECA" w:rsidP="00C33ECA">
      <w:proofErr w:type="gramStart"/>
      <w:r>
        <w:t>8  1.527525E</w:t>
      </w:r>
      <w:proofErr w:type="gramEnd"/>
      <w:r>
        <w:t>+7</w:t>
      </w:r>
    </w:p>
    <w:p w:rsidR="00C33ECA" w:rsidRDefault="00C33ECA" w:rsidP="00C33ECA">
      <w:proofErr w:type="gramStart"/>
      <w:r>
        <w:t>9  2545875.000</w:t>
      </w:r>
      <w:proofErr w:type="gramEnd"/>
    </w:p>
    <w:p w:rsidR="00C33ECA" w:rsidRDefault="00C33ECA" w:rsidP="00C33ECA">
      <w:proofErr w:type="gramStart"/>
      <w:r>
        <w:t>10  365000.000</w:t>
      </w:r>
      <w:proofErr w:type="gramEnd"/>
    </w:p>
    <w:p w:rsidR="00C33ECA" w:rsidRDefault="00C33ECA" w:rsidP="00C33ECA">
      <w:proofErr w:type="gramStart"/>
      <w:r>
        <w:t>11  365000.000</w:t>
      </w:r>
      <w:proofErr w:type="gramEnd"/>
    </w:p>
    <w:p w:rsidR="00C33ECA" w:rsidRDefault="00C33ECA" w:rsidP="00C33ECA">
      <w:proofErr w:type="gramStart"/>
      <w:r>
        <w:t>12  365000.000</w:t>
      </w:r>
      <w:proofErr w:type="gramEnd"/>
    </w:p>
    <w:p w:rsidR="00C33ECA" w:rsidRDefault="00C33ECA" w:rsidP="00C33ECA">
      <w:proofErr w:type="gramStart"/>
      <w:r>
        <w:t>13  730000.000</w:t>
      </w:r>
      <w:proofErr w:type="gramEnd"/>
    </w:p>
    <w:p w:rsidR="00C33ECA" w:rsidRDefault="00C33ECA" w:rsidP="00C33ECA">
      <w:r>
        <w:t>14 2130048.750</w:t>
      </w:r>
    </w:p>
    <w:p w:rsidR="00C33ECA" w:rsidRDefault="00C33ECA" w:rsidP="00C33ECA">
      <w:r>
        <w:t>15 1.018350E+7</w:t>
      </w:r>
    </w:p>
    <w:p w:rsidR="00C33ECA" w:rsidRDefault="00C33ECA" w:rsidP="00C33ECA">
      <w:r>
        <w:t>16 5781600.000</w:t>
      </w:r>
    </w:p>
    <w:p w:rsidR="00C33ECA" w:rsidRDefault="00C33ECA" w:rsidP="00C33ECA">
      <w:r>
        <w:t>17 3.315295E+7</w:t>
      </w:r>
    </w:p>
    <w:p w:rsidR="00C33ECA" w:rsidRDefault="00C33ECA" w:rsidP="00C33ECA">
      <w:r>
        <w:t>18 1.301225E+7</w:t>
      </w:r>
    </w:p>
    <w:p w:rsidR="00C33ECA" w:rsidRDefault="00C33ECA" w:rsidP="00C33ECA">
      <w:proofErr w:type="gramStart"/>
      <w:r>
        <w:t>19  925056.000</w:t>
      </w:r>
      <w:proofErr w:type="gramEnd"/>
    </w:p>
    <w:p w:rsidR="00C33ECA" w:rsidRDefault="00C33ECA" w:rsidP="00C33ECA">
      <w:proofErr w:type="gramStart"/>
      <w:r>
        <w:t>20  204801.500</w:t>
      </w:r>
      <w:proofErr w:type="gramEnd"/>
    </w:p>
    <w:p w:rsidR="00C33ECA" w:rsidRDefault="00C33ECA" w:rsidP="00C33ECA">
      <w:r>
        <w:t>21 6.110100E+7</w:t>
      </w:r>
    </w:p>
    <w:p w:rsidR="00C33ECA" w:rsidRDefault="00C33ECA" w:rsidP="00C33ECA">
      <w:r>
        <w:t>22 3758040.000</w:t>
      </w:r>
    </w:p>
    <w:p w:rsidR="00C33ECA" w:rsidRDefault="00C33ECA" w:rsidP="00C33ECA">
      <w:r>
        <w:t>23 1.589192E+7</w:t>
      </w:r>
    </w:p>
    <w:p w:rsidR="00C33ECA" w:rsidRDefault="00C33ECA" w:rsidP="00C33ECA">
      <w:proofErr w:type="gramStart"/>
      <w:r>
        <w:lastRenderedPageBreak/>
        <w:t>24  701165.000</w:t>
      </w:r>
      <w:proofErr w:type="gramEnd"/>
    </w:p>
    <w:p w:rsidR="00C33ECA" w:rsidRDefault="00C33ECA" w:rsidP="00C33ECA">
      <w:proofErr w:type="gramStart"/>
      <w:r>
        <w:t>25  307768.000</w:t>
      </w:r>
      <w:proofErr w:type="gramEnd"/>
    </w:p>
    <w:p w:rsidR="00C33ECA" w:rsidRDefault="00C33ECA" w:rsidP="00C33ECA">
      <w:proofErr w:type="gramStart"/>
      <w:r>
        <w:t>26  182500.000</w:t>
      </w:r>
      <w:proofErr w:type="gramEnd"/>
    </w:p>
    <w:p w:rsidR="00C33ECA" w:rsidRDefault="00C33ECA" w:rsidP="00C33ECA">
      <w:r>
        <w:t>27    1095.000</w:t>
      </w:r>
    </w:p>
    <w:p w:rsidR="00C33ECA" w:rsidRDefault="00C33ECA" w:rsidP="00C33ECA">
      <w:proofErr w:type="gramStart"/>
      <w:r>
        <w:t>28  704924.500</w:t>
      </w:r>
      <w:proofErr w:type="gramEnd"/>
    </w:p>
    <w:p w:rsidR="00C33ECA" w:rsidRDefault="00C33ECA" w:rsidP="00C33ECA">
      <w:r>
        <w:t>29   19710.000</w:t>
      </w:r>
    </w:p>
    <w:p w:rsidR="00C33ECA" w:rsidRDefault="00C33ECA" w:rsidP="00C33ECA"/>
    <w:p w:rsidR="00C33ECA" w:rsidRDefault="00C33ECA" w:rsidP="00C33ECA"/>
    <w:p w:rsidR="00C33ECA" w:rsidRDefault="00C33ECA" w:rsidP="00C33ECA"/>
    <w:p w:rsidR="00C33ECA" w:rsidRDefault="00C33ECA" w:rsidP="00C33ECA">
      <w:r>
        <w:t xml:space="preserve">EXECUTION TIME       =        0.000 SECONDS      3 </w:t>
      </w:r>
      <w:proofErr w:type="gramStart"/>
      <w:r>
        <w:t>MB  24.1.3</w:t>
      </w:r>
      <w:proofErr w:type="gramEnd"/>
      <w:r>
        <w:t xml:space="preserve"> r41464 WEX-WEI</w:t>
      </w:r>
    </w:p>
    <w:p w:rsidR="00C33ECA" w:rsidRDefault="00C33ECA" w:rsidP="00C33ECA"/>
    <w:p w:rsidR="00C33ECA" w:rsidRDefault="00C33ECA" w:rsidP="00C33ECA"/>
    <w:p w:rsidR="00C33ECA" w:rsidRDefault="00C33ECA" w:rsidP="00C33ECA">
      <w:r>
        <w:t xml:space="preserve">USER: Jeff </w:t>
      </w:r>
      <w:proofErr w:type="spellStart"/>
      <w:r>
        <w:t>Polasek</w:t>
      </w:r>
      <w:proofErr w:type="spellEnd"/>
      <w:r>
        <w:t xml:space="preserve">                                   G130903:1641AS-WIN</w:t>
      </w:r>
    </w:p>
    <w:p w:rsidR="00C33ECA" w:rsidRDefault="00C33ECA" w:rsidP="00C33ECA">
      <w:r>
        <w:t xml:space="preserve">      Texas A&amp;M University, Artie McFerrin Department of ChemicaDC10525</w:t>
      </w:r>
    </w:p>
    <w:p w:rsidR="00C33ECA" w:rsidRDefault="00C33ECA" w:rsidP="00C33ECA">
      <w:r>
        <w:t xml:space="preserve">      License for teaching and research at degree granting institutions</w:t>
      </w:r>
    </w:p>
    <w:p w:rsidR="00C33ECA" w:rsidRDefault="00C33ECA" w:rsidP="00C33ECA"/>
    <w:p w:rsidR="00C33ECA" w:rsidRDefault="00C33ECA" w:rsidP="00C33ECA"/>
    <w:p w:rsidR="00C33ECA" w:rsidRDefault="00C33ECA" w:rsidP="00C33ECA">
      <w:r>
        <w:t>**** FILE SUMMARY</w:t>
      </w:r>
    </w:p>
    <w:p w:rsidR="00C33ECA" w:rsidRDefault="00C33ECA" w:rsidP="00C33ECA"/>
    <w:p w:rsidR="00C33ECA" w:rsidRDefault="00C33ECA" w:rsidP="00C33ECA">
      <w:r>
        <w:t>Input      C:\Users\debalinasengupta\Desktop\TechnologySelection.gms</w:t>
      </w:r>
    </w:p>
    <w:p w:rsidR="00C33ECA" w:rsidRDefault="00C33ECA" w:rsidP="00C33ECA">
      <w:r>
        <w:t>Output     C:\Users\debalinasengupta\Documents\gamsdir\projdir\TechnologySelecti</w:t>
      </w:r>
    </w:p>
    <w:p w:rsidR="0087682A" w:rsidRDefault="00C33ECA" w:rsidP="00C33ECA">
      <w:r>
        <w:t xml:space="preserve">           </w:t>
      </w:r>
      <w:proofErr w:type="spellStart"/>
      <w:r>
        <w:t>on.lst</w:t>
      </w:r>
      <w:bookmarkStart w:id="0" w:name="_GoBack"/>
      <w:bookmarkEnd w:id="0"/>
      <w:proofErr w:type="spellEnd"/>
    </w:p>
    <w:sectPr w:rsidR="00876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28D"/>
    <w:rsid w:val="0013328D"/>
    <w:rsid w:val="0087682A"/>
    <w:rsid w:val="00C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6F310E2D</Template>
  <TotalTime>3</TotalTime>
  <Pages>13</Pages>
  <Words>1024</Words>
  <Characters>5839</Characters>
  <Application>Microsoft Office Word</Application>
  <DocSecurity>0</DocSecurity>
  <Lines>48</Lines>
  <Paragraphs>13</Paragraphs>
  <ScaleCrop>false</ScaleCrop>
  <Company>Chemical Engineering, Texas A&amp;M University</Company>
  <LinksUpToDate>false</LinksUpToDate>
  <CharactersWithSpaces>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2016-01-19T22:12:00Z</dcterms:created>
  <dcterms:modified xsi:type="dcterms:W3CDTF">2016-01-19T22:15:00Z</dcterms:modified>
</cp:coreProperties>
</file>